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76A32" w14:textId="77777777" w:rsidR="00744554" w:rsidRDefault="00CB3518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E0D440D" wp14:editId="1DF885F5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744554" w14:paraId="287C27A0" w14:textId="77777777">
        <w:trPr>
          <w:cantSplit/>
          <w:trHeight w:val="284"/>
        </w:trPr>
        <w:tc>
          <w:tcPr>
            <w:tcW w:w="5216" w:type="dxa"/>
            <w:vMerge w:val="restart"/>
          </w:tcPr>
          <w:p w14:paraId="3161C3D3" w14:textId="77777777" w:rsidR="00744554" w:rsidRDefault="00744554">
            <w:pPr>
              <w:pStyle w:val="Pealkiri4"/>
              <w:framePr w:w="9526" w:h="1474" w:wrap="notBeside" w:y="3063"/>
            </w:pPr>
            <w:r>
              <w:t>JUHATUS</w:t>
            </w:r>
          </w:p>
          <w:p w14:paraId="0EA25052" w14:textId="77777777" w:rsidR="00744554" w:rsidRDefault="00744554">
            <w:pPr>
              <w:pStyle w:val="Pealkiri4"/>
              <w:framePr w:w="9526" w:h="1474" w:wrap="notBeside" w:y="3063"/>
            </w:pPr>
            <w:r>
              <w:t>OTSUS</w:t>
            </w:r>
          </w:p>
          <w:p w14:paraId="03F00507" w14:textId="77777777" w:rsidR="00744554" w:rsidRDefault="00744554">
            <w:pPr>
              <w:framePr w:w="9526" w:h="1474" w:wrap="notBeside" w:vAnchor="page" w:hAnchor="page" w:x="1702" w:y="3063"/>
            </w:pPr>
          </w:p>
          <w:bookmarkStart w:id="0" w:name="Text2"/>
          <w:p w14:paraId="29FD899A" w14:textId="77777777" w:rsidR="00744554" w:rsidRDefault="006A30AC" w:rsidP="00CB3518">
            <w:pPr>
              <w:framePr w:w="9526" w:h="1474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4309" w:type="dxa"/>
            <w:vMerge w:val="restart"/>
          </w:tcPr>
          <w:p w14:paraId="7E94AB4A" w14:textId="34BC7A1E" w:rsidR="00744554" w:rsidRDefault="00744554" w:rsidP="008F5C5D">
            <w:pPr>
              <w:framePr w:w="9526" w:h="1474" w:wrap="notBeside" w:vAnchor="page" w:hAnchor="page" w:x="1702" w:y="3063"/>
            </w:pPr>
            <w:r>
              <w:rPr>
                <w:rFonts w:ascii="Arial" w:hAnsi="Arial" w:cs="Arial"/>
              </w:rPr>
              <w:br/>
            </w:r>
            <w:r>
              <w:t xml:space="preserve"> </w:t>
            </w:r>
            <w:r>
              <w:br/>
            </w:r>
            <w:r>
              <w:br/>
            </w:r>
            <w:r w:rsidR="006A30AC"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01. aprill 2012&#10;&#10;Seejärel liikuge Tab klahviga järgmisele väljale."/>
                  <w:statusText w:type="text" w:val="Sisestage siia kuupäev (vt F1)"/>
                  <w:textInput/>
                </w:ffData>
              </w:fldChar>
            </w:r>
            <w:r w:rsidR="006A30AC">
              <w:instrText xml:space="preserve"> FORMTEXT </w:instrText>
            </w:r>
            <w:r w:rsidR="006A30AC">
              <w:fldChar w:fldCharType="separate"/>
            </w:r>
            <w:r w:rsidR="001343C1">
              <w:t xml:space="preserve">                </w:t>
            </w:r>
            <w:r w:rsidR="00D83A53">
              <w:t>9</w:t>
            </w:r>
            <w:r w:rsidR="00575F88" w:rsidRPr="00575F88">
              <w:rPr>
                <w:noProof/>
              </w:rPr>
              <w:t xml:space="preserve">. </w:t>
            </w:r>
            <w:r w:rsidR="00D83A53">
              <w:rPr>
                <w:noProof/>
              </w:rPr>
              <w:t>detsember</w:t>
            </w:r>
            <w:r w:rsidR="00022606">
              <w:rPr>
                <w:noProof/>
              </w:rPr>
              <w:t xml:space="preserve"> </w:t>
            </w:r>
            <w:r w:rsidR="00F810A7">
              <w:rPr>
                <w:noProof/>
              </w:rPr>
              <w:t>2</w:t>
            </w:r>
            <w:r w:rsidR="00575F88" w:rsidRPr="00575F88">
              <w:rPr>
                <w:noProof/>
              </w:rPr>
              <w:t>02</w:t>
            </w:r>
            <w:r w:rsidR="00AF5286">
              <w:rPr>
                <w:noProof/>
              </w:rPr>
              <w:t>5</w:t>
            </w:r>
            <w:r w:rsidR="00575F88" w:rsidRPr="00575F88">
              <w:rPr>
                <w:noProof/>
              </w:rPr>
              <w:t xml:space="preserve"> </w:t>
            </w:r>
            <w:r w:rsidR="006A30AC">
              <w:fldChar w:fldCharType="end"/>
            </w:r>
            <w:r>
              <w:t xml:space="preserve"> nr </w:t>
            </w:r>
            <w:r w:rsidR="006A30AC">
              <w:fldChar w:fldCharType="begin">
                <w:ffData>
                  <w:name w:val=""/>
                  <w:enabled/>
                  <w:calcOnExit w:val="0"/>
                  <w:helpText w:type="text" w:val="Sisestage siia juhatuse otsuse viit.&#10;&#10;Näiteks: 1-32/3&#10;&#10;Seejärel liikuge Tab klahviga järgmisele väljale."/>
                  <w:statusText w:type="text" w:val="Sisestage siia juhatuse otsuse viit (vt F1)"/>
                  <w:textInput/>
                </w:ffData>
              </w:fldChar>
            </w:r>
            <w:r w:rsidR="006A30AC">
              <w:instrText xml:space="preserve"> FORMTEXT </w:instrText>
            </w:r>
            <w:r w:rsidR="006A30AC">
              <w:fldChar w:fldCharType="separate"/>
            </w:r>
            <w:r w:rsidR="00575F88" w:rsidRPr="00575F88">
              <w:rPr>
                <w:noProof/>
              </w:rPr>
              <w:t>1-32/</w:t>
            </w:r>
            <w:r w:rsidR="001343C1">
              <w:rPr>
                <w:noProof/>
              </w:rPr>
              <w:t>157</w:t>
            </w:r>
            <w:r w:rsidR="00575F88" w:rsidRPr="00575F88">
              <w:rPr>
                <w:noProof/>
              </w:rPr>
              <w:t xml:space="preserve"> </w:t>
            </w:r>
            <w:r w:rsidR="006A30AC">
              <w:fldChar w:fldCharType="end"/>
            </w:r>
          </w:p>
        </w:tc>
      </w:tr>
      <w:tr w:rsidR="00744554" w14:paraId="2701D6AE" w14:textId="77777777">
        <w:trPr>
          <w:cantSplit/>
          <w:trHeight w:val="740"/>
        </w:trPr>
        <w:tc>
          <w:tcPr>
            <w:tcW w:w="5216" w:type="dxa"/>
            <w:vMerge/>
          </w:tcPr>
          <w:p w14:paraId="3E08F4C6" w14:textId="77777777" w:rsidR="00744554" w:rsidRDefault="00744554">
            <w:pPr>
              <w:framePr w:w="9526" w:h="1474" w:wrap="notBeside" w:vAnchor="page" w:hAnchor="page" w:x="1702" w:y="3063"/>
            </w:pPr>
          </w:p>
        </w:tc>
        <w:tc>
          <w:tcPr>
            <w:tcW w:w="4309" w:type="dxa"/>
            <w:vMerge/>
          </w:tcPr>
          <w:p w14:paraId="78A32CFD" w14:textId="77777777" w:rsidR="00744554" w:rsidRDefault="00744554">
            <w:pPr>
              <w:framePr w:w="9526" w:h="1474" w:wrap="notBeside" w:vAnchor="page" w:hAnchor="page" w:x="1702" w:y="3063"/>
            </w:pPr>
          </w:p>
        </w:tc>
      </w:tr>
    </w:tbl>
    <w:p w14:paraId="0C9592ED" w14:textId="77777777" w:rsidR="00744554" w:rsidRDefault="00744554">
      <w:pPr>
        <w:framePr w:w="9526" w:h="1474" w:wrap="notBeside" w:vAnchor="page" w:hAnchor="page" w:x="1702" w:y="3063"/>
        <w:rPr>
          <w:sz w:val="12"/>
        </w:rPr>
      </w:pPr>
    </w:p>
    <w:p w14:paraId="61324D09" w14:textId="77777777" w:rsidR="00744554" w:rsidRDefault="00744554">
      <w:pPr>
        <w:pStyle w:val="Jalus"/>
      </w:pPr>
    </w:p>
    <w:bookmarkStart w:id="1" w:name="Text7"/>
    <w:p w14:paraId="61C24249" w14:textId="77777777" w:rsidR="00744554" w:rsidRDefault="006A30AC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Riigimetsa Majandamise Keskuse asjaajamiskorra kinnit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RMK valduses oleva vallasvara võõrandamine</w:t>
      </w:r>
      <w:r>
        <w:fldChar w:fldCharType="end"/>
      </w:r>
      <w:bookmarkEnd w:id="1"/>
    </w:p>
    <w:p w14:paraId="7475D98F" w14:textId="77777777" w:rsidR="00744554" w:rsidRDefault="00744554"/>
    <w:p w14:paraId="68284A7E" w14:textId="77777777" w:rsidR="00744554" w:rsidRDefault="00744554">
      <w:pPr>
        <w:rPr>
          <w:sz w:val="26"/>
        </w:rPr>
      </w:pPr>
    </w:p>
    <w:p w14:paraId="6CBEB43D" w14:textId="77777777" w:rsidR="00744554" w:rsidRDefault="00744554">
      <w:pPr>
        <w:sectPr w:rsidR="00744554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B157AA6" w14:textId="77777777" w:rsidR="00575F88" w:rsidRDefault="00575F88" w:rsidP="00575F88">
      <w:pPr>
        <w:jc w:val="both"/>
      </w:pPr>
      <w:r>
        <w:t xml:space="preserve">Metsaseaduse § 60 lg 1 punktile 2, § 61 lõikele 1, </w:t>
      </w:r>
      <w:r w:rsidRPr="000B781C">
        <w:rPr>
          <w:szCs w:val="24"/>
        </w:rPr>
        <w:t>riigivaraseaduse § 68 lõikele 1,</w:t>
      </w:r>
      <w:r>
        <w:rPr>
          <w:szCs w:val="24"/>
        </w:rPr>
        <w:t xml:space="preserve"> </w:t>
      </w:r>
      <w:r>
        <w:t xml:space="preserve"> Vabariigi Valitsuse 09.01.2007 määruse nr 4 „Riigimetsa Majandamise Keskuse põhimäärus“ § 31 lõikele 1 ja 2 ning RMK juhatuse </w:t>
      </w:r>
      <w:r w:rsidR="004411ED">
        <w:t>10</w:t>
      </w:r>
      <w:r>
        <w:t>.08.20</w:t>
      </w:r>
      <w:r w:rsidR="004411ED">
        <w:t>21</w:t>
      </w:r>
      <w:r>
        <w:t xml:space="preserve"> otsusega nr 1-32/</w:t>
      </w:r>
      <w:r w:rsidR="004411ED">
        <w:t>55</w:t>
      </w:r>
      <w:r w:rsidRPr="001A1F49">
        <w:t xml:space="preserve"> kinnitatud </w:t>
      </w:r>
      <w:r>
        <w:t>„</w:t>
      </w:r>
      <w:r w:rsidRPr="001A1F49">
        <w:t>RMK vallasvara</w:t>
      </w:r>
      <w:r>
        <w:t xml:space="preserve">ga </w:t>
      </w:r>
      <w:r w:rsidR="004411ED">
        <w:t>tehtavate</w:t>
      </w:r>
      <w:r>
        <w:t xml:space="preserve"> toimingute </w:t>
      </w:r>
      <w:r w:rsidR="004411ED">
        <w:t>juhendile</w:t>
      </w:r>
      <w:r>
        <w:t>“</w:t>
      </w:r>
    </w:p>
    <w:p w14:paraId="320F2120" w14:textId="77777777" w:rsidR="00575F88" w:rsidRDefault="00575F88" w:rsidP="00575F88">
      <w:pPr>
        <w:jc w:val="both"/>
        <w:rPr>
          <w:bCs/>
        </w:rPr>
      </w:pPr>
    </w:p>
    <w:p w14:paraId="097694FB" w14:textId="77777777" w:rsidR="00575F88" w:rsidRPr="00A03D1B" w:rsidRDefault="00575F88" w:rsidP="00575F88">
      <w:pPr>
        <w:pStyle w:val="Kehatekst2"/>
        <w:numPr>
          <w:ilvl w:val="0"/>
          <w:numId w:val="3"/>
        </w:numPr>
        <w:tabs>
          <w:tab w:val="clear" w:pos="1080"/>
          <w:tab w:val="left" w:pos="426"/>
        </w:tabs>
        <w:ind w:left="426" w:hanging="426"/>
      </w:pPr>
      <w:r w:rsidRPr="00A03D1B">
        <w:t xml:space="preserve">V õ </w:t>
      </w:r>
      <w:proofErr w:type="spellStart"/>
      <w:r w:rsidRPr="00A03D1B">
        <w:t>õ</w:t>
      </w:r>
      <w:proofErr w:type="spellEnd"/>
      <w:r w:rsidRPr="00A03D1B">
        <w:t xml:space="preserve"> r a n d a d a  avaliku </w:t>
      </w:r>
      <w:r>
        <w:t>elektroonilise</w:t>
      </w:r>
      <w:r w:rsidRPr="00A03D1B">
        <w:t xml:space="preserve"> enampakkumise teel RMK struktuurüksuste valduses olev, RMK ülesannete täitmiseks mittevajalik vallasvara va</w:t>
      </w:r>
      <w:r>
        <w:t>stavalt käesoleva ots</w:t>
      </w:r>
      <w:r w:rsidR="00C77EFC">
        <w:t>use lisale</w:t>
      </w:r>
      <w:r>
        <w:t xml:space="preserve">. </w:t>
      </w:r>
      <w:r w:rsidRPr="00A03D1B">
        <w:t xml:space="preserve"> </w:t>
      </w:r>
    </w:p>
    <w:p w14:paraId="253E182F" w14:textId="77777777" w:rsidR="00575F88" w:rsidRPr="00A03D1B" w:rsidRDefault="00575F88" w:rsidP="00575F88">
      <w:pPr>
        <w:jc w:val="both"/>
      </w:pPr>
    </w:p>
    <w:p w14:paraId="1ED5646F" w14:textId="77777777" w:rsidR="00575F88" w:rsidRPr="00A03D1B" w:rsidRDefault="00575F88" w:rsidP="00575F88">
      <w:pPr>
        <w:numPr>
          <w:ilvl w:val="0"/>
          <w:numId w:val="3"/>
        </w:numPr>
        <w:tabs>
          <w:tab w:val="clear" w:pos="1080"/>
          <w:tab w:val="num" w:pos="426"/>
        </w:tabs>
        <w:ind w:left="0" w:firstLine="0"/>
        <w:jc w:val="both"/>
      </w:pPr>
      <w:r w:rsidRPr="00A03D1B">
        <w:t xml:space="preserve">M o </w:t>
      </w:r>
      <w:proofErr w:type="spellStart"/>
      <w:r w:rsidRPr="00A03D1B">
        <w:t>o</w:t>
      </w:r>
      <w:proofErr w:type="spellEnd"/>
      <w:r w:rsidRPr="00A03D1B">
        <w:t xml:space="preserve"> d u s t a d a  enampakkumise komisjon koosseisus:</w:t>
      </w:r>
    </w:p>
    <w:p w14:paraId="7B7AB603" w14:textId="77777777" w:rsidR="00575F88" w:rsidRPr="00165870" w:rsidRDefault="00575F88" w:rsidP="00575F88">
      <w:pPr>
        <w:ind w:firstLine="426"/>
        <w:jc w:val="both"/>
      </w:pPr>
      <w:r w:rsidRPr="00A03D1B">
        <w:t xml:space="preserve">3.1. Mihkel Merimaa, transpordispetsialist – </w:t>
      </w:r>
      <w:r w:rsidRPr="00165870">
        <w:t>komisjoni esimees;</w:t>
      </w:r>
    </w:p>
    <w:p w14:paraId="017815B0" w14:textId="3EADBAE6" w:rsidR="000953B7" w:rsidRDefault="00575F88" w:rsidP="000953B7">
      <w:pPr>
        <w:ind w:firstLine="426"/>
        <w:jc w:val="both"/>
      </w:pPr>
      <w:r w:rsidRPr="00165870">
        <w:t>3.2.</w:t>
      </w:r>
      <w:r w:rsidR="000953B7" w:rsidRPr="00165870">
        <w:t xml:space="preserve"> Ere Kaaristu, kinnisvaralepingute spetsialist</w:t>
      </w:r>
    </w:p>
    <w:p w14:paraId="3DCBA587" w14:textId="759DF5F8" w:rsidR="00575F88" w:rsidRPr="00A03D1B" w:rsidRDefault="00575F88" w:rsidP="003B2F3D">
      <w:pPr>
        <w:ind w:firstLine="426"/>
        <w:jc w:val="both"/>
      </w:pPr>
      <w:r w:rsidRPr="00A03D1B">
        <w:t xml:space="preserve">3.3. </w:t>
      </w:r>
      <w:r>
        <w:t>Uno Koppelmaa</w:t>
      </w:r>
      <w:r w:rsidRPr="00A03D1B">
        <w:t xml:space="preserve">, </w:t>
      </w:r>
      <w:r>
        <w:t>haldusjuht.</w:t>
      </w:r>
    </w:p>
    <w:p w14:paraId="4899F519" w14:textId="77777777" w:rsidR="00744554" w:rsidRDefault="00744554" w:rsidP="00555058">
      <w:pPr>
        <w:tabs>
          <w:tab w:val="left" w:pos="426"/>
        </w:tabs>
        <w:ind w:left="426"/>
        <w:jc w:val="both"/>
        <w:sectPr w:rsidR="00744554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 xml:space="preserve"> </w:t>
      </w:r>
    </w:p>
    <w:p w14:paraId="555C9DBE" w14:textId="77777777" w:rsidR="00744554" w:rsidRDefault="00744554"/>
    <w:p w14:paraId="5D1C5DCF" w14:textId="77777777" w:rsidR="00744554" w:rsidRDefault="00744554"/>
    <w:p w14:paraId="2447BB99" w14:textId="77777777" w:rsidR="00140B24" w:rsidRDefault="00194632" w:rsidP="00140B24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Liikuge Tab klahviga järgmisele väljale."/>
            <w:textInput>
              <w:default w:val="(allkirjastatud digitaalselt)"/>
              <w:maxLength w:val="29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(allkirjastatud digitaalselt)</w:t>
      </w:r>
      <w:r>
        <w:rPr>
          <w:spacing w:val="0"/>
          <w:position w:val="0"/>
        </w:rPr>
        <w:fldChar w:fldCharType="end"/>
      </w:r>
    </w:p>
    <w:p w14:paraId="6EF4978C" w14:textId="77777777" w:rsidR="00744554" w:rsidRDefault="00744554"/>
    <w:p w14:paraId="3866D430" w14:textId="77777777" w:rsidR="00744554" w:rsidRDefault="00744554"/>
    <w:p w14:paraId="5BE718DE" w14:textId="0B253049"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9D4950">
        <w:t>Mikk Marran</w:t>
      </w:r>
      <w:r>
        <w:fldChar w:fldCharType="end"/>
      </w:r>
    </w:p>
    <w:p w14:paraId="4BB1D7E9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575F88">
        <w:rPr>
          <w:noProof/>
        </w:rPr>
        <w:t>Juhatuse esimees</w:t>
      </w:r>
      <w:r>
        <w:fldChar w:fldCharType="end"/>
      </w:r>
    </w:p>
    <w:p w14:paraId="00B4E8A1" w14:textId="77777777" w:rsidR="00744554" w:rsidRDefault="00744554"/>
    <w:p w14:paraId="374D19F1" w14:textId="77777777" w:rsidR="00744554" w:rsidRDefault="00744554"/>
    <w:p w14:paraId="23E907E6" w14:textId="77777777" w:rsidR="00744554" w:rsidRDefault="00744554"/>
    <w:bookmarkStart w:id="2" w:name="Text28"/>
    <w:p w14:paraId="3DE0BD39" w14:textId="2CBA10A0" w:rsidR="00744554" w:rsidRDefault="00F5286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kõik struktuuriüksused&#10;&#10;Seejärel liikuge Tab klahviga järgmisele väljale.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Jaotuskava: raamatupidamisosakond, kinnisvaraosakond</w:t>
      </w:r>
      <w:r w:rsidR="007118D1">
        <w:rPr>
          <w:noProof/>
        </w:rPr>
        <w:t>,</w:t>
      </w:r>
      <w:r w:rsidR="008F5C5D">
        <w:rPr>
          <w:noProof/>
        </w:rPr>
        <w:t xml:space="preserve"> </w:t>
      </w:r>
      <w:r>
        <w:fldChar w:fldCharType="end"/>
      </w:r>
      <w:bookmarkEnd w:id="2"/>
    </w:p>
    <w:p w14:paraId="71C81629" w14:textId="77777777" w:rsidR="00744554" w:rsidRDefault="00744554"/>
    <w:p w14:paraId="240716A9" w14:textId="77777777" w:rsidR="00744554" w:rsidRDefault="00744554"/>
    <w:p w14:paraId="3EFD1D4C" w14:textId="77777777" w:rsidR="00744554" w:rsidRDefault="00744554"/>
    <w:p w14:paraId="0F59C687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Mihkel Merimaa</w:t>
      </w:r>
      <w:r>
        <w:fldChar w:fldCharType="end"/>
      </w:r>
    </w:p>
    <w:p w14:paraId="0221DB53" w14:textId="77777777" w:rsidR="00744554" w:rsidRDefault="006A30AC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575F88" w:rsidRPr="00575F88">
        <w:rPr>
          <w:noProof/>
        </w:rPr>
        <w:t>Transpordispetsialist</w:t>
      </w:r>
      <w:r>
        <w:fldChar w:fldCharType="end"/>
      </w:r>
    </w:p>
    <w:p w14:paraId="67E7AE0E" w14:textId="701AD089" w:rsidR="006A30AC" w:rsidRDefault="006A30AC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 w:rsidR="00D83A53">
        <w:t>05</w:t>
      </w:r>
      <w:r w:rsidR="00575F88" w:rsidRPr="00575F88">
        <w:rPr>
          <w:noProof/>
        </w:rPr>
        <w:t>.</w:t>
      </w:r>
      <w:r w:rsidR="0028315F">
        <w:rPr>
          <w:noProof/>
        </w:rPr>
        <w:t>1</w:t>
      </w:r>
      <w:r w:rsidR="00D83A53">
        <w:rPr>
          <w:noProof/>
        </w:rPr>
        <w:t>2</w:t>
      </w:r>
      <w:r w:rsidR="00575F88" w:rsidRPr="00575F88">
        <w:rPr>
          <w:noProof/>
        </w:rPr>
        <w:t>.202</w:t>
      </w:r>
      <w:r w:rsidR="00AF5286">
        <w:rPr>
          <w:noProof/>
        </w:rPr>
        <w:t>5</w:t>
      </w:r>
      <w:r>
        <w:fldChar w:fldCharType="end"/>
      </w:r>
    </w:p>
    <w:sectPr w:rsidR="006A30AC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647F0" w14:textId="77777777" w:rsidR="00DD2208" w:rsidRDefault="00DD2208">
      <w:r>
        <w:separator/>
      </w:r>
    </w:p>
  </w:endnote>
  <w:endnote w:type="continuationSeparator" w:id="0">
    <w:p w14:paraId="363DEEB0" w14:textId="77777777" w:rsidR="00DD2208" w:rsidRDefault="00DD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16EA4" w14:textId="77777777" w:rsidR="00744554" w:rsidRDefault="0074455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CA35C" w14:textId="77777777" w:rsidR="00744554" w:rsidRDefault="0074455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9A0AA" w14:textId="77777777" w:rsidR="00744554" w:rsidRDefault="0074455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2E0CB" w14:textId="77777777" w:rsidR="00DD2208" w:rsidRDefault="00DD2208">
      <w:r>
        <w:separator/>
      </w:r>
    </w:p>
  </w:footnote>
  <w:footnote w:type="continuationSeparator" w:id="0">
    <w:p w14:paraId="6A70FCE7" w14:textId="77777777" w:rsidR="00DD2208" w:rsidRDefault="00DD2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9E49" w14:textId="77777777" w:rsidR="00744554" w:rsidRDefault="00744554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3FA02" w14:textId="77777777" w:rsidR="00744554" w:rsidRDefault="00744554">
    <w:pPr>
      <w:framePr w:w="3289" w:h="851" w:wrap="around" w:vAnchor="page" w:hAnchor="page" w:x="8052" w:y="625"/>
      <w:rPr>
        <w:spacing w:val="0"/>
        <w:position w:val="0"/>
      </w:rPr>
    </w:pPr>
  </w:p>
  <w:p w14:paraId="781AE2FC" w14:textId="77777777" w:rsidR="00744554" w:rsidRDefault="0074455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61D96" w14:textId="77777777" w:rsidR="00744554" w:rsidRDefault="0074455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C301643"/>
    <w:multiLevelType w:val="hybridMultilevel"/>
    <w:tmpl w:val="87204A4A"/>
    <w:lvl w:ilvl="0" w:tplc="16C859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2417157">
    <w:abstractNumId w:val="0"/>
  </w:num>
  <w:num w:numId="2" w16cid:durableId="1994525949">
    <w:abstractNumId w:val="1"/>
  </w:num>
  <w:num w:numId="3" w16cid:durableId="1269194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F88"/>
    <w:rsid w:val="00022606"/>
    <w:rsid w:val="000953B7"/>
    <w:rsid w:val="001343C1"/>
    <w:rsid w:val="00140B24"/>
    <w:rsid w:val="00165870"/>
    <w:rsid w:val="00194632"/>
    <w:rsid w:val="00215340"/>
    <w:rsid w:val="0028315F"/>
    <w:rsid w:val="00323103"/>
    <w:rsid w:val="00363902"/>
    <w:rsid w:val="00384025"/>
    <w:rsid w:val="003B2F3D"/>
    <w:rsid w:val="003C69E0"/>
    <w:rsid w:val="0042411C"/>
    <w:rsid w:val="004411ED"/>
    <w:rsid w:val="00513F8C"/>
    <w:rsid w:val="00526897"/>
    <w:rsid w:val="00543C3E"/>
    <w:rsid w:val="00555058"/>
    <w:rsid w:val="00575F88"/>
    <w:rsid w:val="00584793"/>
    <w:rsid w:val="005C209F"/>
    <w:rsid w:val="005E68D2"/>
    <w:rsid w:val="00612516"/>
    <w:rsid w:val="006A30AC"/>
    <w:rsid w:val="006B2712"/>
    <w:rsid w:val="006C7EDE"/>
    <w:rsid w:val="007118D1"/>
    <w:rsid w:val="00744554"/>
    <w:rsid w:val="007B3C48"/>
    <w:rsid w:val="007F754F"/>
    <w:rsid w:val="008F5C5D"/>
    <w:rsid w:val="00910BE3"/>
    <w:rsid w:val="00994D5D"/>
    <w:rsid w:val="009B4D6A"/>
    <w:rsid w:val="009D4950"/>
    <w:rsid w:val="00A04F0A"/>
    <w:rsid w:val="00AA687E"/>
    <w:rsid w:val="00AE5423"/>
    <w:rsid w:val="00AF5286"/>
    <w:rsid w:val="00B05740"/>
    <w:rsid w:val="00B34B3D"/>
    <w:rsid w:val="00B76F7E"/>
    <w:rsid w:val="00BF37EC"/>
    <w:rsid w:val="00C06456"/>
    <w:rsid w:val="00C4572C"/>
    <w:rsid w:val="00C77EFC"/>
    <w:rsid w:val="00CB32B6"/>
    <w:rsid w:val="00CB3518"/>
    <w:rsid w:val="00D406A3"/>
    <w:rsid w:val="00D83A53"/>
    <w:rsid w:val="00DD2208"/>
    <w:rsid w:val="00EE298A"/>
    <w:rsid w:val="00F5286D"/>
    <w:rsid w:val="00F6679B"/>
    <w:rsid w:val="00F810A7"/>
    <w:rsid w:val="00FA2993"/>
    <w:rsid w:val="00FC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28B24"/>
  <w15:docId w15:val="{1C7BD6CC-121F-42D0-B48E-46E9F984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rsid w:val="00140B2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140B24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customStyle="1" w:styleId="Kehatekst2Mrk">
    <w:name w:val="Kehatekst 2 Märk"/>
    <w:link w:val="Kehatekst2"/>
    <w:locked/>
    <w:rsid w:val="00575F88"/>
    <w:rPr>
      <w:spacing w:val="2"/>
      <w:position w:val="6"/>
      <w:sz w:val="24"/>
      <w:lang w:eastAsia="en-US"/>
    </w:rPr>
  </w:style>
  <w:style w:type="paragraph" w:styleId="Kehatekst2">
    <w:name w:val="Body Text 2"/>
    <w:basedOn w:val="Normaallaad"/>
    <w:link w:val="Kehatekst2Mrk"/>
    <w:rsid w:val="00575F88"/>
    <w:pPr>
      <w:jc w:val="both"/>
    </w:pPr>
  </w:style>
  <w:style w:type="character" w:customStyle="1" w:styleId="BodyText2Char1">
    <w:name w:val="Body Text 2 Char1"/>
    <w:basedOn w:val="Liguvaikefont"/>
    <w:rsid w:val="00575F88"/>
    <w:rPr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393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444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901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isu\AppData\Local\Microsoft\Windows\Temporary%20Internet%20Files\Content.IE5\GHPD8UZL\juhatuse%20o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juhatuse otsus</Template>
  <TotalTime>0</TotalTime>
  <Pages>1</Pages>
  <Words>168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Kärolain Kattai</cp:lastModifiedBy>
  <cp:revision>3</cp:revision>
  <cp:lastPrinted>2003-07-14T19:24:00Z</cp:lastPrinted>
  <dcterms:created xsi:type="dcterms:W3CDTF">2025-12-09T14:18:00Z</dcterms:created>
  <dcterms:modified xsi:type="dcterms:W3CDTF">2025-12-09T14:18:00Z</dcterms:modified>
</cp:coreProperties>
</file>